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235E7" w14:textId="77777777" w:rsidR="000B489C" w:rsidRPr="001E3847" w:rsidRDefault="003E0BEB" w:rsidP="00E53046">
      <w:pPr>
        <w:rPr>
          <w:rFonts w:ascii="Calibri" w:hAnsi="Calibri"/>
        </w:rPr>
      </w:pPr>
      <w:bookmarkStart w:id="0" w:name="_GoBack"/>
      <w:bookmarkEnd w:id="0"/>
      <w:r w:rsidRPr="001E3847">
        <w:rPr>
          <w:rFonts w:ascii="Calibri" w:hAnsi="Calibri"/>
        </w:rPr>
        <w:t>Name: _________________________________</w:t>
      </w:r>
      <w:r w:rsidRPr="001E3847">
        <w:rPr>
          <w:rFonts w:ascii="Calibri" w:hAnsi="Calibri"/>
        </w:rPr>
        <w:tab/>
        <w:t>Period: _______</w:t>
      </w:r>
      <w:r w:rsidRPr="001E3847">
        <w:rPr>
          <w:rFonts w:ascii="Calibri" w:hAnsi="Calibri"/>
        </w:rPr>
        <w:tab/>
        <w:t>Date: _____________</w:t>
      </w:r>
    </w:p>
    <w:p w14:paraId="2A9AEA23" w14:textId="77777777" w:rsidR="003E0BEB" w:rsidRPr="001E3847" w:rsidRDefault="003E0BEB" w:rsidP="00E53046">
      <w:pPr>
        <w:rPr>
          <w:rFonts w:ascii="Calibri" w:hAnsi="Calibri"/>
        </w:rPr>
      </w:pPr>
    </w:p>
    <w:p w14:paraId="456FB0CB" w14:textId="7464DE54" w:rsidR="00E47447" w:rsidRPr="006826D2" w:rsidRDefault="006826D2" w:rsidP="006826D2">
      <w:pPr>
        <w:spacing w:line="360" w:lineRule="auto"/>
        <w:jc w:val="center"/>
        <w:rPr>
          <w:rFonts w:ascii="Calibri" w:hAnsi="Calibri"/>
          <w:b/>
          <w:sz w:val="44"/>
          <w:szCs w:val="40"/>
        </w:rPr>
      </w:pPr>
      <w:r w:rsidRPr="006826D2">
        <w:rPr>
          <w:rFonts w:ascii="Calibri" w:hAnsi="Calibri"/>
          <w:b/>
          <w:sz w:val="44"/>
          <w:szCs w:val="40"/>
        </w:rPr>
        <w:t>Unit 7A</w:t>
      </w:r>
      <w:r w:rsidR="00E47447" w:rsidRPr="006826D2">
        <w:rPr>
          <w:rFonts w:ascii="Calibri" w:hAnsi="Calibri"/>
          <w:b/>
          <w:sz w:val="44"/>
          <w:szCs w:val="40"/>
        </w:rPr>
        <w:t xml:space="preserve"> </w:t>
      </w:r>
      <w:r w:rsidRPr="006826D2">
        <w:rPr>
          <w:rFonts w:ascii="Calibri" w:hAnsi="Calibri"/>
          <w:b/>
          <w:sz w:val="44"/>
          <w:szCs w:val="40"/>
        </w:rPr>
        <w:t>Study Guide</w:t>
      </w:r>
    </w:p>
    <w:p w14:paraId="7EB5B3C9" w14:textId="1EBCDC94" w:rsidR="00905D96" w:rsidRP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  <w:b/>
          <w:sz w:val="32"/>
          <w:szCs w:val="40"/>
        </w:rPr>
      </w:pPr>
      <w:r w:rsidRPr="006826D2">
        <w:rPr>
          <w:rFonts w:ascii="Calibri" w:hAnsi="Calibri" w:cs="Helvetica"/>
          <w:b/>
          <w:sz w:val="32"/>
          <w:szCs w:val="40"/>
        </w:rPr>
        <w:t xml:space="preserve">Part 1. </w:t>
      </w:r>
      <w:r w:rsidR="00905D96" w:rsidRPr="006826D2">
        <w:rPr>
          <w:rFonts w:ascii="Calibri" w:hAnsi="Calibri" w:cs="Helvetica"/>
          <w:b/>
          <w:sz w:val="32"/>
          <w:szCs w:val="40"/>
        </w:rPr>
        <w:t>Mole Conversions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7"/>
        <w:gridCol w:w="8929"/>
      </w:tblGrid>
      <w:tr w:rsidR="00783DFB" w:rsidRPr="001E3847" w14:paraId="1D718067" w14:textId="77777777" w:rsidTr="004944C0">
        <w:trPr>
          <w:cantSplit/>
          <w:trHeight w:val="1134"/>
        </w:trPr>
        <w:tc>
          <w:tcPr>
            <w:tcW w:w="338" w:type="pct"/>
            <w:shd w:val="clear" w:color="auto" w:fill="BFBFBF" w:themeFill="background1" w:themeFillShade="BF"/>
            <w:textDirection w:val="btLr"/>
            <w:vAlign w:val="center"/>
          </w:tcPr>
          <w:p w14:paraId="2A661191" w14:textId="77777777" w:rsidR="00783DFB" w:rsidRPr="001E3847" w:rsidRDefault="00783DFB" w:rsidP="004944C0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1E3847">
              <w:rPr>
                <w:rFonts w:ascii="Calibri" w:hAnsi="Calibri"/>
                <w:b/>
              </w:rPr>
              <w:t>Moles to Mass</w:t>
            </w:r>
          </w:p>
        </w:tc>
        <w:tc>
          <w:tcPr>
            <w:tcW w:w="4662" w:type="pct"/>
          </w:tcPr>
          <w:p w14:paraId="28BCBE98" w14:textId="77777777" w:rsidR="00783DFB" w:rsidRPr="001E3847" w:rsidRDefault="00783DFB" w:rsidP="00851068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1E3847">
              <w:rPr>
                <w:rFonts w:ascii="Calibri" w:hAnsi="Calibri"/>
                <w:sz w:val="22"/>
                <w:szCs w:val="22"/>
              </w:rPr>
              <w:t>Convert 5 moles of hydrogen into grams.</w:t>
            </w:r>
          </w:p>
          <w:p w14:paraId="6BE89BAB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55A8CFC7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228AA8AC" w14:textId="77777777" w:rsidR="006826D2" w:rsidRPr="001E3847" w:rsidRDefault="006826D2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244F57D1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12E8AEA4" w14:textId="77777777" w:rsidR="00783DFB" w:rsidRPr="001E3847" w:rsidRDefault="00783DFB" w:rsidP="00851068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1E3847">
              <w:rPr>
                <w:rFonts w:ascii="Calibri" w:hAnsi="Calibri"/>
                <w:sz w:val="22"/>
                <w:szCs w:val="22"/>
              </w:rPr>
              <w:t>Convert 3 moles of oxygen into grams.</w:t>
            </w:r>
          </w:p>
          <w:p w14:paraId="03808886" w14:textId="77777777" w:rsidR="00783DFB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030CF11D" w14:textId="77777777" w:rsidR="006826D2" w:rsidRPr="001E3847" w:rsidRDefault="006826D2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6D915C23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7C888C0B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83DFB" w:rsidRPr="001E3847" w14:paraId="7FE7FD86" w14:textId="77777777" w:rsidTr="004944C0">
        <w:trPr>
          <w:cantSplit/>
          <w:trHeight w:val="2537"/>
        </w:trPr>
        <w:tc>
          <w:tcPr>
            <w:tcW w:w="338" w:type="pct"/>
            <w:shd w:val="clear" w:color="auto" w:fill="BFBFBF" w:themeFill="background1" w:themeFillShade="BF"/>
            <w:textDirection w:val="btLr"/>
            <w:vAlign w:val="center"/>
          </w:tcPr>
          <w:p w14:paraId="2657B361" w14:textId="77777777" w:rsidR="00783DFB" w:rsidRPr="001E3847" w:rsidRDefault="00783DFB" w:rsidP="004944C0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1E3847">
              <w:rPr>
                <w:rFonts w:ascii="Calibri" w:hAnsi="Calibri"/>
                <w:b/>
              </w:rPr>
              <w:t>Mass to Moles</w:t>
            </w:r>
          </w:p>
        </w:tc>
        <w:tc>
          <w:tcPr>
            <w:tcW w:w="4662" w:type="pct"/>
          </w:tcPr>
          <w:p w14:paraId="0D89606A" w14:textId="77777777" w:rsidR="00783DFB" w:rsidRPr="001E3847" w:rsidRDefault="00783DFB" w:rsidP="00851068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1E3847">
              <w:rPr>
                <w:rFonts w:ascii="Calibri" w:hAnsi="Calibri"/>
                <w:sz w:val="22"/>
                <w:szCs w:val="22"/>
              </w:rPr>
              <w:t>Convert 61.94 grams of phosphorus into moles.</w:t>
            </w:r>
          </w:p>
          <w:p w14:paraId="6A44839E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617A3EAE" w14:textId="77777777" w:rsidR="00783DFB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3C759EBC" w14:textId="77777777" w:rsidR="006826D2" w:rsidRPr="001E3847" w:rsidRDefault="006826D2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4CA56E6D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018A2298" w14:textId="77777777" w:rsidR="00783DFB" w:rsidRPr="001E3847" w:rsidRDefault="00783DFB" w:rsidP="00851068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1E3847">
              <w:rPr>
                <w:rFonts w:ascii="Calibri" w:hAnsi="Calibri"/>
                <w:sz w:val="22"/>
                <w:szCs w:val="22"/>
              </w:rPr>
              <w:t>Convert 95 grams of fluorine into moles.</w:t>
            </w:r>
          </w:p>
          <w:p w14:paraId="2B5DD046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490BE9F8" w14:textId="77777777" w:rsidR="00783DFB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691B9A95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63063339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83DFB" w:rsidRPr="001E3847" w14:paraId="7FBA21E6" w14:textId="77777777" w:rsidTr="004944C0">
        <w:trPr>
          <w:cantSplit/>
          <w:trHeight w:val="1853"/>
        </w:trPr>
        <w:tc>
          <w:tcPr>
            <w:tcW w:w="338" w:type="pct"/>
            <w:shd w:val="clear" w:color="auto" w:fill="BFBFBF" w:themeFill="background1" w:themeFillShade="BF"/>
            <w:textDirection w:val="btLr"/>
            <w:vAlign w:val="center"/>
          </w:tcPr>
          <w:p w14:paraId="01F60C7F" w14:textId="3AA35E80" w:rsidR="00783DFB" w:rsidRPr="001E3847" w:rsidRDefault="00135CF7" w:rsidP="004944C0">
            <w:pPr>
              <w:ind w:left="113" w:right="11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Liters </w:t>
            </w:r>
            <w:r w:rsidR="00783DFB" w:rsidRPr="001E3847">
              <w:rPr>
                <w:rFonts w:ascii="Calibri" w:hAnsi="Calibri"/>
                <w:b/>
              </w:rPr>
              <w:t xml:space="preserve"> to Atoms</w:t>
            </w:r>
          </w:p>
        </w:tc>
        <w:tc>
          <w:tcPr>
            <w:tcW w:w="4662" w:type="pct"/>
          </w:tcPr>
          <w:p w14:paraId="574A1FB4" w14:textId="00F64181" w:rsidR="00783DFB" w:rsidRPr="001E3847" w:rsidRDefault="00783DFB" w:rsidP="00851068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1E3847">
              <w:rPr>
                <w:rFonts w:ascii="Calibri" w:hAnsi="Calibri"/>
                <w:sz w:val="22"/>
                <w:szCs w:val="22"/>
              </w:rPr>
              <w:t xml:space="preserve">Convert 7 </w:t>
            </w:r>
            <w:r w:rsidR="00135CF7">
              <w:rPr>
                <w:rFonts w:ascii="Calibri" w:hAnsi="Calibri"/>
                <w:sz w:val="22"/>
                <w:szCs w:val="22"/>
              </w:rPr>
              <w:t>L</w:t>
            </w:r>
            <w:r w:rsidRPr="001E3847">
              <w:rPr>
                <w:rFonts w:ascii="Calibri" w:hAnsi="Calibri"/>
                <w:sz w:val="22"/>
                <w:szCs w:val="22"/>
              </w:rPr>
              <w:t xml:space="preserve"> of calcium into atoms.</w:t>
            </w:r>
          </w:p>
          <w:p w14:paraId="51AF25BE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4747C356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271DA7DD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37BD9929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7FA9857E" w14:textId="4496540A" w:rsidR="00783DFB" w:rsidRPr="001E3847" w:rsidRDefault="00783DFB" w:rsidP="00851068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1E3847">
              <w:rPr>
                <w:rFonts w:ascii="Calibri" w:hAnsi="Calibri"/>
                <w:sz w:val="22"/>
                <w:szCs w:val="22"/>
              </w:rPr>
              <w:t xml:space="preserve">Convert 4 </w:t>
            </w:r>
            <w:r w:rsidR="00135CF7">
              <w:rPr>
                <w:rFonts w:ascii="Calibri" w:hAnsi="Calibri"/>
                <w:sz w:val="22"/>
                <w:szCs w:val="22"/>
              </w:rPr>
              <w:t>L</w:t>
            </w:r>
            <w:r w:rsidRPr="001E3847">
              <w:rPr>
                <w:rFonts w:ascii="Calibri" w:hAnsi="Calibri"/>
                <w:sz w:val="22"/>
                <w:szCs w:val="22"/>
              </w:rPr>
              <w:t xml:space="preserve"> of Hafnium into atoms.</w:t>
            </w:r>
          </w:p>
          <w:p w14:paraId="25733D8B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510CC042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713877BE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1E56B713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83DFB" w:rsidRPr="001E3847" w14:paraId="3405C793" w14:textId="77777777" w:rsidTr="004944C0">
        <w:trPr>
          <w:cantSplit/>
          <w:trHeight w:val="1880"/>
        </w:trPr>
        <w:tc>
          <w:tcPr>
            <w:tcW w:w="338" w:type="pct"/>
            <w:shd w:val="clear" w:color="auto" w:fill="BFBFBF" w:themeFill="background1" w:themeFillShade="BF"/>
            <w:textDirection w:val="btLr"/>
            <w:vAlign w:val="center"/>
          </w:tcPr>
          <w:p w14:paraId="22B37822" w14:textId="110EC752" w:rsidR="00783DFB" w:rsidRPr="001E3847" w:rsidRDefault="00783DFB" w:rsidP="00135CF7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1E3847">
              <w:rPr>
                <w:rFonts w:ascii="Calibri" w:hAnsi="Calibri"/>
                <w:b/>
              </w:rPr>
              <w:t xml:space="preserve">Atoms to </w:t>
            </w:r>
            <w:r w:rsidR="00135CF7">
              <w:rPr>
                <w:rFonts w:ascii="Calibri" w:hAnsi="Calibri"/>
                <w:b/>
              </w:rPr>
              <w:t>Grams</w:t>
            </w:r>
          </w:p>
        </w:tc>
        <w:tc>
          <w:tcPr>
            <w:tcW w:w="4662" w:type="pct"/>
          </w:tcPr>
          <w:p w14:paraId="5A146254" w14:textId="6F1E8BCC" w:rsidR="00783DFB" w:rsidRPr="001E3847" w:rsidRDefault="00783DFB" w:rsidP="00851068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1E3847">
              <w:rPr>
                <w:rFonts w:ascii="Calibri" w:hAnsi="Calibri"/>
                <w:sz w:val="22"/>
                <w:szCs w:val="22"/>
              </w:rPr>
              <w:t>Convert 6.02x10</w:t>
            </w:r>
            <w:r w:rsidRPr="001E3847">
              <w:rPr>
                <w:rFonts w:ascii="Calibri" w:hAnsi="Calibri"/>
                <w:sz w:val="22"/>
                <w:szCs w:val="22"/>
                <w:vertAlign w:val="superscript"/>
              </w:rPr>
              <w:t>25</w:t>
            </w:r>
            <w:r w:rsidRPr="001E3847">
              <w:rPr>
                <w:rFonts w:ascii="Calibri" w:hAnsi="Calibri"/>
                <w:sz w:val="22"/>
                <w:szCs w:val="22"/>
              </w:rPr>
              <w:t xml:space="preserve"> atoms of iron into </w:t>
            </w:r>
            <w:r w:rsidR="00135CF7">
              <w:rPr>
                <w:rFonts w:ascii="Calibri" w:hAnsi="Calibri"/>
                <w:sz w:val="22"/>
                <w:szCs w:val="22"/>
              </w:rPr>
              <w:t>grams</w:t>
            </w:r>
            <w:r w:rsidRPr="001E3847">
              <w:rPr>
                <w:rFonts w:ascii="Calibri" w:hAnsi="Calibri"/>
                <w:sz w:val="22"/>
                <w:szCs w:val="22"/>
              </w:rPr>
              <w:t>.</w:t>
            </w:r>
          </w:p>
          <w:p w14:paraId="5B0D1046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1F362C84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7C568AAF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1F134766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41A6D637" w14:textId="6D7032A4" w:rsidR="00783DFB" w:rsidRPr="001E3847" w:rsidRDefault="00783DFB" w:rsidP="00851068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1E3847">
              <w:rPr>
                <w:rFonts w:ascii="Calibri" w:hAnsi="Calibri"/>
                <w:sz w:val="22"/>
                <w:szCs w:val="22"/>
              </w:rPr>
              <w:t>Convert 1.19 x 10</w:t>
            </w:r>
            <w:r w:rsidRPr="001E3847">
              <w:rPr>
                <w:rFonts w:ascii="Calibri" w:hAnsi="Calibri"/>
                <w:sz w:val="22"/>
                <w:szCs w:val="22"/>
                <w:vertAlign w:val="superscript"/>
              </w:rPr>
              <w:t>13</w:t>
            </w:r>
            <w:r w:rsidRPr="001E3847">
              <w:rPr>
                <w:rFonts w:ascii="Calibri" w:hAnsi="Calibri"/>
                <w:sz w:val="22"/>
                <w:szCs w:val="22"/>
              </w:rPr>
              <w:t xml:space="preserve"> atoms of lithium into </w:t>
            </w:r>
            <w:r w:rsidR="00135CF7">
              <w:rPr>
                <w:rFonts w:ascii="Calibri" w:hAnsi="Calibri"/>
                <w:sz w:val="22"/>
                <w:szCs w:val="22"/>
              </w:rPr>
              <w:t>grams</w:t>
            </w:r>
            <w:r w:rsidRPr="001E3847">
              <w:rPr>
                <w:rFonts w:ascii="Calibri" w:hAnsi="Calibri"/>
                <w:sz w:val="22"/>
                <w:szCs w:val="22"/>
              </w:rPr>
              <w:t>.</w:t>
            </w:r>
          </w:p>
          <w:p w14:paraId="3874E4BB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7777B139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45D6C900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  <w:p w14:paraId="5BE9D10D" w14:textId="77777777" w:rsidR="00783DFB" w:rsidRPr="001E3847" w:rsidRDefault="00783DFB" w:rsidP="004944C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0789D3B" w14:textId="77777777" w:rsidR="00905D96" w:rsidRDefault="00905D96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4E66E033" w14:textId="77777777" w:rsidR="006826D2" w:rsidRDefault="006826D2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5BB3D479" w14:textId="77777777" w:rsidR="006826D2" w:rsidRDefault="006826D2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1CEB1EE5" w14:textId="77777777" w:rsidR="006826D2" w:rsidRPr="001E3847" w:rsidRDefault="006826D2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0E34BEB2" w14:textId="28AC3FB4" w:rsidR="00905D96" w:rsidRP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  <w:b/>
          <w:sz w:val="36"/>
          <w:szCs w:val="40"/>
        </w:rPr>
      </w:pPr>
      <w:r w:rsidRPr="006826D2">
        <w:rPr>
          <w:rFonts w:ascii="Calibri" w:hAnsi="Calibri" w:cs="Helvetica"/>
          <w:b/>
          <w:sz w:val="36"/>
          <w:szCs w:val="40"/>
        </w:rPr>
        <w:lastRenderedPageBreak/>
        <w:t xml:space="preserve">Part 2. </w:t>
      </w:r>
      <w:r w:rsidR="00905D96" w:rsidRPr="006826D2">
        <w:rPr>
          <w:rFonts w:ascii="Calibri" w:hAnsi="Calibri" w:cs="Helvetica"/>
          <w:b/>
          <w:sz w:val="36"/>
          <w:szCs w:val="40"/>
        </w:rPr>
        <w:t>Percent Composition</w:t>
      </w:r>
    </w:p>
    <w:p w14:paraId="6A3BDF12" w14:textId="77777777" w:rsidR="00851068" w:rsidRDefault="00851068" w:rsidP="004944C0">
      <w:pPr>
        <w:rPr>
          <w:rFonts w:ascii="Calibri" w:hAnsi="Calibri" w:cs="Arial"/>
          <w:b/>
          <w:i/>
          <w:iCs/>
          <w:sz w:val="28"/>
          <w:szCs w:val="28"/>
        </w:rPr>
      </w:pPr>
    </w:p>
    <w:p w14:paraId="375B4EA4" w14:textId="3D5380B8" w:rsidR="004944C0" w:rsidRPr="00851068" w:rsidRDefault="004944C0" w:rsidP="004944C0">
      <w:pPr>
        <w:rPr>
          <w:rFonts w:ascii="Calibri" w:hAnsi="Calibri"/>
          <w:sz w:val="28"/>
          <w:szCs w:val="28"/>
        </w:rPr>
      </w:pPr>
      <w:r w:rsidRPr="00851068">
        <w:rPr>
          <w:rFonts w:ascii="Calibri" w:hAnsi="Calibri" w:cs="Arial"/>
          <w:i/>
          <w:iCs/>
          <w:sz w:val="28"/>
          <w:szCs w:val="28"/>
        </w:rPr>
        <w:t>Calculate the percentage of EACH element in the following compounds.  Show all work</w:t>
      </w:r>
      <w:r w:rsidR="00851068">
        <w:rPr>
          <w:rFonts w:ascii="Calibri" w:hAnsi="Calibri" w:cs="Arial"/>
          <w:i/>
          <w:iCs/>
          <w:sz w:val="28"/>
          <w:szCs w:val="28"/>
        </w:rPr>
        <w:t>.</w:t>
      </w:r>
    </w:p>
    <w:p w14:paraId="44E4AEE3" w14:textId="77777777" w:rsidR="004944C0" w:rsidRPr="001E3847" w:rsidRDefault="004944C0" w:rsidP="004944C0">
      <w:pPr>
        <w:spacing w:line="360" w:lineRule="auto"/>
        <w:rPr>
          <w:rFonts w:ascii="Calibri" w:hAnsi="Calibri" w:cs="Arial"/>
        </w:rPr>
      </w:pPr>
    </w:p>
    <w:p w14:paraId="141614FB" w14:textId="77777777" w:rsidR="004944C0" w:rsidRPr="001E3847" w:rsidRDefault="004944C0" w:rsidP="00851068">
      <w:pPr>
        <w:numPr>
          <w:ilvl w:val="0"/>
          <w:numId w:val="10"/>
        </w:numPr>
        <w:spacing w:line="360" w:lineRule="auto"/>
        <w:rPr>
          <w:rFonts w:ascii="Calibri" w:hAnsi="Calibri" w:cs="Arial"/>
        </w:rPr>
      </w:pPr>
      <w:r w:rsidRPr="001E3847">
        <w:rPr>
          <w:rFonts w:ascii="Calibri" w:hAnsi="Calibri" w:cs="Arial"/>
        </w:rPr>
        <w:t>KNO</w:t>
      </w:r>
      <w:r w:rsidRPr="001E3847">
        <w:rPr>
          <w:rFonts w:ascii="Calibri" w:hAnsi="Calibri" w:cs="Arial"/>
          <w:vertAlign w:val="subscript"/>
        </w:rPr>
        <w:t>3</w:t>
      </w:r>
      <w:r w:rsidRPr="001E3847">
        <w:rPr>
          <w:rFonts w:ascii="Calibri" w:hAnsi="Calibri" w:cs="Arial"/>
        </w:rPr>
        <w:tab/>
      </w:r>
      <w:r w:rsidRPr="001E3847">
        <w:rPr>
          <w:rFonts w:ascii="Calibri" w:hAnsi="Calibri" w:cs="Arial"/>
        </w:rPr>
        <w:tab/>
        <w:t>K = __________%</w:t>
      </w:r>
      <w:r w:rsidRPr="001E3847">
        <w:rPr>
          <w:rFonts w:ascii="Calibri" w:hAnsi="Calibri" w:cs="Arial"/>
        </w:rPr>
        <w:tab/>
        <w:t>N =  __________%</w:t>
      </w:r>
      <w:r w:rsidRPr="001E3847">
        <w:rPr>
          <w:rFonts w:ascii="Calibri" w:hAnsi="Calibri" w:cs="Arial"/>
        </w:rPr>
        <w:tab/>
        <w:t>O =  __________%</w:t>
      </w:r>
    </w:p>
    <w:p w14:paraId="2E2FA4D8" w14:textId="77777777" w:rsidR="004944C0" w:rsidRPr="001E3847" w:rsidRDefault="004944C0" w:rsidP="004944C0">
      <w:pPr>
        <w:spacing w:line="360" w:lineRule="auto"/>
        <w:ind w:left="360"/>
        <w:rPr>
          <w:rFonts w:ascii="Calibri" w:hAnsi="Calibri" w:cs="Arial"/>
        </w:rPr>
      </w:pPr>
    </w:p>
    <w:p w14:paraId="74D3CD21" w14:textId="77777777" w:rsidR="004944C0" w:rsidRDefault="004944C0" w:rsidP="004944C0">
      <w:pPr>
        <w:spacing w:line="360" w:lineRule="auto"/>
        <w:ind w:left="360"/>
        <w:rPr>
          <w:rFonts w:ascii="Calibri" w:hAnsi="Calibri" w:cs="Arial"/>
        </w:rPr>
      </w:pPr>
    </w:p>
    <w:p w14:paraId="31350661" w14:textId="77777777" w:rsidR="004004AA" w:rsidRDefault="004004AA" w:rsidP="004944C0">
      <w:pPr>
        <w:spacing w:line="360" w:lineRule="auto"/>
        <w:ind w:left="360"/>
        <w:rPr>
          <w:rFonts w:ascii="Calibri" w:hAnsi="Calibri" w:cs="Arial"/>
        </w:rPr>
      </w:pPr>
    </w:p>
    <w:p w14:paraId="3C38398B" w14:textId="77777777" w:rsidR="004004AA" w:rsidRDefault="004004AA" w:rsidP="004944C0">
      <w:pPr>
        <w:spacing w:line="360" w:lineRule="auto"/>
        <w:ind w:left="360"/>
        <w:rPr>
          <w:rFonts w:ascii="Calibri" w:hAnsi="Calibri" w:cs="Arial"/>
        </w:rPr>
      </w:pPr>
    </w:p>
    <w:p w14:paraId="53554351" w14:textId="77777777" w:rsidR="004944C0" w:rsidRPr="001E3847" w:rsidRDefault="004944C0" w:rsidP="004004AA">
      <w:pPr>
        <w:spacing w:line="360" w:lineRule="auto"/>
        <w:rPr>
          <w:rFonts w:ascii="Calibri" w:hAnsi="Calibri" w:cs="Arial"/>
        </w:rPr>
      </w:pPr>
    </w:p>
    <w:p w14:paraId="09046F05" w14:textId="77777777" w:rsidR="004944C0" w:rsidRPr="001E3847" w:rsidRDefault="004944C0" w:rsidP="004944C0">
      <w:pPr>
        <w:spacing w:line="360" w:lineRule="auto"/>
        <w:ind w:left="360"/>
        <w:rPr>
          <w:rFonts w:ascii="Calibri" w:hAnsi="Calibri" w:cs="Arial"/>
        </w:rPr>
      </w:pPr>
    </w:p>
    <w:p w14:paraId="0A23B836" w14:textId="77777777" w:rsidR="004944C0" w:rsidRPr="001E3847" w:rsidRDefault="004944C0" w:rsidP="00851068">
      <w:pPr>
        <w:numPr>
          <w:ilvl w:val="0"/>
          <w:numId w:val="10"/>
        </w:numPr>
        <w:spacing w:line="360" w:lineRule="auto"/>
        <w:rPr>
          <w:rFonts w:ascii="Calibri" w:hAnsi="Calibri" w:cs="Arial"/>
        </w:rPr>
      </w:pPr>
      <w:r w:rsidRPr="001E3847">
        <w:rPr>
          <w:rFonts w:ascii="Calibri" w:hAnsi="Calibri" w:cs="Arial"/>
        </w:rPr>
        <w:t>H</w:t>
      </w:r>
      <w:r w:rsidRPr="001E3847">
        <w:rPr>
          <w:rFonts w:ascii="Calibri" w:hAnsi="Calibri" w:cs="Arial"/>
          <w:vertAlign w:val="subscript"/>
        </w:rPr>
        <w:t>2</w:t>
      </w:r>
      <w:r w:rsidRPr="001E3847">
        <w:rPr>
          <w:rFonts w:ascii="Calibri" w:hAnsi="Calibri" w:cs="Arial"/>
        </w:rPr>
        <w:t>SO</w:t>
      </w:r>
      <w:r w:rsidRPr="001E3847">
        <w:rPr>
          <w:rFonts w:ascii="Calibri" w:hAnsi="Calibri" w:cs="Arial"/>
          <w:vertAlign w:val="subscript"/>
        </w:rPr>
        <w:t>4</w:t>
      </w:r>
      <w:r w:rsidRPr="001E3847">
        <w:rPr>
          <w:rFonts w:ascii="Calibri" w:hAnsi="Calibri" w:cs="Arial"/>
        </w:rPr>
        <w:t xml:space="preserve"> </w:t>
      </w:r>
      <w:r w:rsidRPr="001E3847">
        <w:rPr>
          <w:rFonts w:ascii="Calibri" w:hAnsi="Calibri" w:cs="Arial"/>
        </w:rPr>
        <w:tab/>
      </w:r>
      <w:r w:rsidRPr="001E3847">
        <w:rPr>
          <w:rFonts w:ascii="Calibri" w:hAnsi="Calibri" w:cs="Arial"/>
        </w:rPr>
        <w:tab/>
        <w:t>H = __________%</w:t>
      </w:r>
      <w:r w:rsidRPr="001E3847">
        <w:rPr>
          <w:rFonts w:ascii="Calibri" w:hAnsi="Calibri" w:cs="Arial"/>
        </w:rPr>
        <w:tab/>
        <w:t>S =  __________%</w:t>
      </w:r>
      <w:r w:rsidRPr="001E3847">
        <w:rPr>
          <w:rFonts w:ascii="Calibri" w:hAnsi="Calibri" w:cs="Arial"/>
        </w:rPr>
        <w:tab/>
        <w:t>O =  __________%</w:t>
      </w:r>
    </w:p>
    <w:p w14:paraId="175E953C" w14:textId="77777777" w:rsidR="004944C0" w:rsidRPr="001E3847" w:rsidRDefault="004944C0" w:rsidP="004944C0">
      <w:pPr>
        <w:spacing w:line="360" w:lineRule="auto"/>
        <w:ind w:left="360"/>
        <w:rPr>
          <w:rFonts w:ascii="Calibri" w:hAnsi="Calibri" w:cs="Arial"/>
        </w:rPr>
      </w:pPr>
    </w:p>
    <w:p w14:paraId="228FD951" w14:textId="77777777" w:rsidR="004944C0" w:rsidRDefault="004944C0" w:rsidP="004944C0">
      <w:pPr>
        <w:spacing w:line="360" w:lineRule="auto"/>
        <w:ind w:left="360"/>
        <w:rPr>
          <w:rFonts w:ascii="Calibri" w:hAnsi="Calibri" w:cs="Arial"/>
        </w:rPr>
      </w:pPr>
    </w:p>
    <w:p w14:paraId="5A4289E2" w14:textId="77777777" w:rsidR="004004AA" w:rsidRPr="001E3847" w:rsidRDefault="004004AA" w:rsidP="004944C0">
      <w:pPr>
        <w:spacing w:line="360" w:lineRule="auto"/>
        <w:ind w:left="360"/>
        <w:rPr>
          <w:rFonts w:ascii="Calibri" w:hAnsi="Calibri" w:cs="Arial"/>
        </w:rPr>
      </w:pPr>
    </w:p>
    <w:p w14:paraId="67618266" w14:textId="77777777" w:rsidR="004004AA" w:rsidRDefault="004004AA" w:rsidP="004004AA">
      <w:pPr>
        <w:spacing w:line="360" w:lineRule="auto"/>
        <w:rPr>
          <w:rFonts w:ascii="Calibri" w:hAnsi="Calibri" w:cs="Arial"/>
        </w:rPr>
      </w:pPr>
    </w:p>
    <w:p w14:paraId="49D6D986" w14:textId="77777777" w:rsidR="004004AA" w:rsidRPr="001E3847" w:rsidRDefault="004004AA" w:rsidP="004944C0">
      <w:pPr>
        <w:spacing w:line="360" w:lineRule="auto"/>
        <w:ind w:left="360"/>
        <w:rPr>
          <w:rFonts w:ascii="Calibri" w:hAnsi="Calibri" w:cs="Arial"/>
        </w:rPr>
      </w:pPr>
    </w:p>
    <w:p w14:paraId="420D9904" w14:textId="77777777" w:rsidR="004944C0" w:rsidRPr="001E3847" w:rsidRDefault="004944C0" w:rsidP="004004AA">
      <w:pPr>
        <w:spacing w:line="360" w:lineRule="auto"/>
        <w:rPr>
          <w:rFonts w:ascii="Calibri" w:hAnsi="Calibri" w:cs="Arial"/>
        </w:rPr>
      </w:pPr>
    </w:p>
    <w:p w14:paraId="1EB3FF9A" w14:textId="77777777" w:rsidR="004944C0" w:rsidRPr="001E3847" w:rsidRDefault="004944C0" w:rsidP="004004AA">
      <w:pPr>
        <w:numPr>
          <w:ilvl w:val="0"/>
          <w:numId w:val="10"/>
        </w:numPr>
        <w:spacing w:line="360" w:lineRule="auto"/>
        <w:rPr>
          <w:rFonts w:ascii="Calibri" w:hAnsi="Calibri" w:cs="Arial"/>
        </w:rPr>
      </w:pPr>
      <w:r w:rsidRPr="001E3847">
        <w:rPr>
          <w:rFonts w:ascii="Calibri" w:hAnsi="Calibri" w:cs="Arial"/>
        </w:rPr>
        <w:t>C</w:t>
      </w:r>
      <w:r w:rsidRPr="001E3847">
        <w:rPr>
          <w:rFonts w:ascii="Calibri" w:hAnsi="Calibri" w:cs="Arial"/>
          <w:vertAlign w:val="subscript"/>
        </w:rPr>
        <w:t>2</w:t>
      </w:r>
      <w:r w:rsidRPr="001E3847">
        <w:rPr>
          <w:rFonts w:ascii="Calibri" w:hAnsi="Calibri" w:cs="Arial"/>
        </w:rPr>
        <w:t>H</w:t>
      </w:r>
      <w:r w:rsidRPr="001E3847">
        <w:rPr>
          <w:rFonts w:ascii="Calibri" w:hAnsi="Calibri" w:cs="Arial"/>
          <w:vertAlign w:val="subscript"/>
        </w:rPr>
        <w:t>5</w:t>
      </w:r>
      <w:r w:rsidRPr="001E3847">
        <w:rPr>
          <w:rFonts w:ascii="Calibri" w:hAnsi="Calibri" w:cs="Arial"/>
        </w:rPr>
        <w:t xml:space="preserve">OH </w:t>
      </w:r>
      <w:r w:rsidRPr="001E3847">
        <w:rPr>
          <w:rFonts w:ascii="Calibri" w:hAnsi="Calibri" w:cs="Arial"/>
        </w:rPr>
        <w:tab/>
        <w:t>C = __________%</w:t>
      </w:r>
      <w:r w:rsidRPr="001E3847">
        <w:rPr>
          <w:rFonts w:ascii="Calibri" w:hAnsi="Calibri" w:cs="Arial"/>
        </w:rPr>
        <w:tab/>
        <w:t>H =  __________%</w:t>
      </w:r>
      <w:r w:rsidRPr="001E3847">
        <w:rPr>
          <w:rFonts w:ascii="Calibri" w:hAnsi="Calibri" w:cs="Arial"/>
        </w:rPr>
        <w:tab/>
        <w:t>O =  __________%</w:t>
      </w:r>
    </w:p>
    <w:p w14:paraId="18847979" w14:textId="77777777" w:rsidR="00905D96" w:rsidRPr="001E3847" w:rsidRDefault="00905D96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3930B5E5" w14:textId="77777777" w:rsidR="00783DFB" w:rsidRPr="001E3847" w:rsidRDefault="00783DFB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61040AEE" w14:textId="77777777" w:rsidR="00905D96" w:rsidRDefault="00905D96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45B08A5A" w14:textId="77777777" w:rsidR="004004AA" w:rsidRDefault="004004AA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477DEDE2" w14:textId="77777777" w:rsidR="00851068" w:rsidRDefault="00851068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451BC52D" w14:textId="77777777" w:rsidR="00851068" w:rsidRDefault="00851068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22D46942" w14:textId="2A0B60F2" w:rsidR="004004AA" w:rsidRPr="004004AA" w:rsidRDefault="004004AA" w:rsidP="004004AA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  <w:r>
        <w:rPr>
          <w:rFonts w:ascii="Calibri" w:hAnsi="Calibri" w:cs="Helvetica"/>
        </w:rPr>
        <w:t>C</w:t>
      </w:r>
      <w:r w:rsidRPr="004004AA">
        <w:rPr>
          <w:rFonts w:ascii="Calibri" w:hAnsi="Calibri" w:cs="Helvetica"/>
          <w:vertAlign w:val="subscript"/>
        </w:rPr>
        <w:t>3</w:t>
      </w:r>
      <w:r>
        <w:rPr>
          <w:rFonts w:ascii="Calibri" w:hAnsi="Calibri" w:cs="Helvetica"/>
        </w:rPr>
        <w:t>H</w:t>
      </w:r>
      <w:r w:rsidRPr="004004AA">
        <w:rPr>
          <w:rFonts w:ascii="Calibri" w:hAnsi="Calibri" w:cs="Helvetica"/>
          <w:vertAlign w:val="subscript"/>
        </w:rPr>
        <w:t>8</w:t>
      </w:r>
      <w:r>
        <w:rPr>
          <w:rFonts w:ascii="Calibri" w:hAnsi="Calibri" w:cs="Helvetica"/>
        </w:rPr>
        <w:tab/>
      </w:r>
      <w:r w:rsidRPr="001E3847">
        <w:rPr>
          <w:rFonts w:ascii="Calibri" w:hAnsi="Calibri" w:cs="Arial"/>
        </w:rPr>
        <w:tab/>
        <w:t>C = __________%</w:t>
      </w:r>
      <w:r w:rsidRPr="001E3847">
        <w:rPr>
          <w:rFonts w:ascii="Calibri" w:hAnsi="Calibri" w:cs="Arial"/>
        </w:rPr>
        <w:tab/>
        <w:t>H =  __________%</w:t>
      </w:r>
      <w:r w:rsidRPr="001E3847">
        <w:rPr>
          <w:rFonts w:ascii="Calibri" w:hAnsi="Calibri" w:cs="Arial"/>
        </w:rPr>
        <w:tab/>
      </w:r>
    </w:p>
    <w:p w14:paraId="55683387" w14:textId="77777777" w:rsidR="00851068" w:rsidRDefault="00851068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67CA6879" w14:textId="77777777" w:rsidR="00851068" w:rsidRDefault="00851068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1192DEA9" w14:textId="77777777" w:rsidR="004004AA" w:rsidRDefault="004004AA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4A74BC74" w14:textId="77777777" w:rsidR="004004AA" w:rsidRDefault="004004AA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7B6E9DC8" w14:textId="77777777" w:rsidR="004004AA" w:rsidRDefault="004004AA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2F9584EA" w14:textId="5052BD39" w:rsidR="006826D2" w:rsidRP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  <w:b/>
          <w:sz w:val="36"/>
          <w:szCs w:val="36"/>
          <w:u w:val="single"/>
        </w:rPr>
      </w:pPr>
      <w:r w:rsidRPr="006826D2">
        <w:rPr>
          <w:rFonts w:ascii="Calibri" w:hAnsi="Calibri" w:cs="Helvetica"/>
          <w:b/>
          <w:sz w:val="36"/>
          <w:szCs w:val="36"/>
          <w:u w:val="single"/>
        </w:rPr>
        <w:lastRenderedPageBreak/>
        <w:t xml:space="preserve">Part 3. </w:t>
      </w:r>
      <w:r>
        <w:rPr>
          <w:rFonts w:ascii="Calibri" w:hAnsi="Calibri" w:cs="Helvetica"/>
          <w:b/>
          <w:sz w:val="36"/>
          <w:szCs w:val="36"/>
          <w:u w:val="single"/>
        </w:rPr>
        <w:t>Percent Error</w:t>
      </w:r>
    </w:p>
    <w:p w14:paraId="547D9B94" w14:textId="77777777" w:rsidR="006826D2" w:rsidRDefault="006826D2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536DE85A" w14:textId="06161269" w:rsidR="006826D2" w:rsidRDefault="006826D2" w:rsidP="006826D2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  <w:r>
        <w:rPr>
          <w:rFonts w:ascii="Calibri" w:hAnsi="Calibri" w:cs="Helvetica"/>
        </w:rPr>
        <w:t>Neysha estimates the weight of her cat to be 10 pounds. The actual weight of the cat is 13.75 pounds. Calculate the percent error.</w:t>
      </w:r>
    </w:p>
    <w:p w14:paraId="0AD71FB2" w14:textId="77777777" w:rsid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5CB03ED7" w14:textId="77777777" w:rsid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08BFB320" w14:textId="77777777" w:rsid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7AA2F41E" w14:textId="77777777" w:rsidR="006826D2" w:rsidRP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17CD0C21" w14:textId="512C5F18" w:rsidR="006826D2" w:rsidRDefault="006826D2" w:rsidP="006826D2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  <w:r>
        <w:rPr>
          <w:rFonts w:ascii="Calibri" w:hAnsi="Calibri" w:cs="Helvetica"/>
        </w:rPr>
        <w:t>Each week Lili goes to the grocery store. Lili estimates that she will spend $120 when she goes to the grocery store this week. She actually spends $94 (such bargains!). Calculate the percent error.</w:t>
      </w:r>
    </w:p>
    <w:p w14:paraId="587C0DF8" w14:textId="77777777" w:rsid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7067A50E" w14:textId="77777777" w:rsid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5489ECE0" w14:textId="77777777" w:rsid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2717F21E" w14:textId="77777777" w:rsidR="006826D2" w:rsidRPr="006826D2" w:rsidRDefault="006826D2" w:rsidP="006826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57AADEA6" w14:textId="5640B11A" w:rsidR="006826D2" w:rsidRPr="006826D2" w:rsidRDefault="006826D2" w:rsidP="006826D2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  <w:r>
        <w:rPr>
          <w:rFonts w:ascii="Calibri" w:hAnsi="Calibri" w:cs="Helvetica"/>
        </w:rPr>
        <w:t>Darrelle estimates that 230 will attend her chorus concert. The actual total that attended was 300 people. Calculate the percent error.</w:t>
      </w:r>
    </w:p>
    <w:p w14:paraId="71C64D76" w14:textId="77777777" w:rsidR="006826D2" w:rsidRDefault="006826D2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5333F9F4" w14:textId="77777777" w:rsidR="006826D2" w:rsidRDefault="006826D2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30835CBC" w14:textId="77777777" w:rsidR="006826D2" w:rsidRDefault="006826D2" w:rsidP="004004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ascii="Calibri" w:hAnsi="Calibri" w:cs="Helvetica"/>
        </w:rPr>
      </w:pPr>
    </w:p>
    <w:p w14:paraId="58D2DB79" w14:textId="4932DA8A" w:rsidR="00851068" w:rsidRPr="006826D2" w:rsidRDefault="006826D2" w:rsidP="008510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  <w:b/>
          <w:sz w:val="36"/>
          <w:szCs w:val="36"/>
          <w:u w:val="single"/>
        </w:rPr>
      </w:pPr>
      <w:r>
        <w:rPr>
          <w:rFonts w:ascii="Calibri" w:hAnsi="Calibri" w:cs="Helvetica"/>
          <w:b/>
          <w:sz w:val="36"/>
          <w:szCs w:val="36"/>
          <w:u w:val="single"/>
        </w:rPr>
        <w:t>Part 4</w:t>
      </w:r>
      <w:r w:rsidRPr="006826D2">
        <w:rPr>
          <w:rFonts w:ascii="Calibri" w:hAnsi="Calibri" w:cs="Helvetica"/>
          <w:b/>
          <w:sz w:val="36"/>
          <w:szCs w:val="36"/>
          <w:u w:val="single"/>
        </w:rPr>
        <w:t xml:space="preserve">. </w:t>
      </w:r>
      <w:r w:rsidR="004944C0" w:rsidRPr="006826D2">
        <w:rPr>
          <w:rFonts w:ascii="Calibri" w:hAnsi="Calibri" w:cs="Helvetica"/>
          <w:b/>
          <w:sz w:val="36"/>
          <w:szCs w:val="36"/>
          <w:u w:val="single"/>
        </w:rPr>
        <w:t>Empirical Formulas</w:t>
      </w:r>
    </w:p>
    <w:p w14:paraId="79109019" w14:textId="77777777" w:rsidR="006826D2" w:rsidRPr="00AB6C4B" w:rsidRDefault="006826D2" w:rsidP="0085106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  <w:b/>
          <w:sz w:val="30"/>
          <w:szCs w:val="30"/>
          <w:u w:val="single"/>
        </w:rPr>
      </w:pPr>
    </w:p>
    <w:p w14:paraId="7E960C7D" w14:textId="2024E40C" w:rsidR="004944C0" w:rsidRPr="00851068" w:rsidRDefault="004944C0" w:rsidP="00AB6C4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240"/>
        <w:rPr>
          <w:rFonts w:ascii="Calibri" w:hAnsi="Calibri" w:cs="Bookman Old Style"/>
        </w:rPr>
      </w:pPr>
      <w:r w:rsidRPr="00851068">
        <w:rPr>
          <w:rFonts w:ascii="Calibri" w:hAnsi="Calibri" w:cs="Bookman Old Style"/>
        </w:rPr>
        <w:t>A compound is 44.82% Potassium, 18.39% Sulfur, and 36.79% Oxygen. Write the empirical formula.</w:t>
      </w:r>
    </w:p>
    <w:tbl>
      <w:tblPr>
        <w:tblW w:w="5037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10"/>
        <w:gridCol w:w="2836"/>
        <w:gridCol w:w="2836"/>
        <w:gridCol w:w="2834"/>
      </w:tblGrid>
      <w:tr w:rsidR="00AB6C4B" w:rsidRPr="007C73A5" w14:paraId="56B46D3C" w14:textId="0019F7FD" w:rsidTr="00AB6C4B">
        <w:trPr>
          <w:trHeight w:val="542"/>
        </w:trPr>
        <w:tc>
          <w:tcPr>
            <w:tcW w:w="531" w:type="pct"/>
            <w:tcBorders>
              <w:top w:val="nil"/>
              <w:left w:val="single" w:sz="6" w:space="0" w:color="FFFFFF"/>
              <w:bottom w:val="single" w:sz="18" w:space="0" w:color="4BACC6"/>
              <w:right w:val="single" w:sz="6" w:space="0" w:color="FFFFFF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4C41972F" w14:textId="77777777" w:rsidR="00AB6C4B" w:rsidRPr="00AB6C4B" w:rsidRDefault="00AB6C4B" w:rsidP="00AB6C4B">
            <w:pPr>
              <w:jc w:val="center"/>
              <w:rPr>
                <w:rFonts w:ascii="Arial" w:hAnsi="Arial" w:cs="Arial"/>
              </w:rPr>
            </w:pPr>
            <w:r w:rsidRPr="00AB6C4B">
              <w:rPr>
                <w:rFonts w:ascii="Calibri" w:hAnsi="Calibri" w:cs="Arial"/>
                <w:bCs/>
                <w:color w:val="000000" w:themeColor="text1"/>
                <w:kern w:val="24"/>
              </w:rPr>
              <w:t>STEPS:</w:t>
            </w:r>
          </w:p>
        </w:tc>
        <w:tc>
          <w:tcPr>
            <w:tcW w:w="1490" w:type="pct"/>
            <w:tcBorders>
              <w:top w:val="nil"/>
              <w:left w:val="single" w:sz="6" w:space="0" w:color="FFFFFF"/>
              <w:bottom w:val="single" w:sz="18" w:space="0" w:color="4BACC6"/>
              <w:right w:val="single" w:sz="6" w:space="0" w:color="FFFFFF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0B51D618" w14:textId="20E622FF" w:rsidR="00AB6C4B" w:rsidRPr="00AB6C4B" w:rsidRDefault="00AB6C4B" w:rsidP="00AB6C4B">
            <w:pPr>
              <w:jc w:val="center"/>
              <w:rPr>
                <w:rFonts w:ascii="Arial" w:hAnsi="Arial" w:cs="Arial"/>
              </w:rPr>
            </w:pPr>
            <w:r w:rsidRPr="00AB6C4B">
              <w:rPr>
                <w:rFonts w:ascii="Calibri" w:hAnsi="Calibri" w:cs="Arial"/>
                <w:bCs/>
                <w:color w:val="000000" w:themeColor="text1"/>
                <w:kern w:val="24"/>
              </w:rPr>
              <w:t>Element 1: _______</w:t>
            </w:r>
          </w:p>
        </w:tc>
        <w:tc>
          <w:tcPr>
            <w:tcW w:w="1490" w:type="pct"/>
            <w:tcBorders>
              <w:top w:val="nil"/>
              <w:left w:val="single" w:sz="6" w:space="0" w:color="FFFFFF"/>
              <w:bottom w:val="single" w:sz="18" w:space="0" w:color="4BACC6"/>
              <w:right w:val="single" w:sz="6" w:space="0" w:color="FFFFFF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5D8F1F66" w14:textId="257899D0" w:rsidR="00AB6C4B" w:rsidRPr="00AB6C4B" w:rsidRDefault="00AB6C4B" w:rsidP="00AB6C4B">
            <w:pPr>
              <w:jc w:val="center"/>
              <w:rPr>
                <w:rFonts w:ascii="Arial" w:hAnsi="Arial" w:cs="Arial"/>
              </w:rPr>
            </w:pPr>
            <w:r w:rsidRPr="00AB6C4B">
              <w:rPr>
                <w:rFonts w:ascii="Calibri" w:hAnsi="Calibri" w:cs="Arial"/>
                <w:bCs/>
                <w:color w:val="000000" w:themeColor="text1"/>
                <w:kern w:val="24"/>
              </w:rPr>
              <w:t>Element 2: _______</w:t>
            </w:r>
          </w:p>
        </w:tc>
        <w:tc>
          <w:tcPr>
            <w:tcW w:w="1489" w:type="pct"/>
            <w:tcBorders>
              <w:top w:val="nil"/>
              <w:left w:val="single" w:sz="6" w:space="0" w:color="FFFFFF"/>
              <w:bottom w:val="single" w:sz="18" w:space="0" w:color="4BACC6"/>
              <w:right w:val="single" w:sz="6" w:space="0" w:color="FFFFFF"/>
            </w:tcBorders>
          </w:tcPr>
          <w:p w14:paraId="7F4B6425" w14:textId="4E992FEB" w:rsidR="00AB6C4B" w:rsidRPr="00AB6C4B" w:rsidRDefault="00AB6C4B" w:rsidP="00AB6C4B">
            <w:pPr>
              <w:jc w:val="center"/>
              <w:rPr>
                <w:rFonts w:ascii="Calibri" w:hAnsi="Calibri" w:cs="Arial"/>
                <w:bCs/>
                <w:color w:val="000000" w:themeColor="text1"/>
                <w:kern w:val="24"/>
              </w:rPr>
            </w:pPr>
            <w:r w:rsidRPr="00AB6C4B">
              <w:rPr>
                <w:rFonts w:ascii="Calibri" w:hAnsi="Calibri" w:cs="Arial"/>
                <w:bCs/>
                <w:color w:val="000000" w:themeColor="text1"/>
                <w:kern w:val="24"/>
              </w:rPr>
              <w:t>Element 3: _______</w:t>
            </w:r>
          </w:p>
        </w:tc>
      </w:tr>
      <w:tr w:rsidR="00AB6C4B" w:rsidRPr="007C73A5" w14:paraId="2F4D13D1" w14:textId="0A4DEB56" w:rsidTr="00AB6C4B">
        <w:trPr>
          <w:trHeight w:val="309"/>
        </w:trPr>
        <w:tc>
          <w:tcPr>
            <w:tcW w:w="531" w:type="pct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2CF8730" w14:textId="77777777" w:rsidR="00AB6C4B" w:rsidRPr="006826D2" w:rsidRDefault="00AB6C4B" w:rsidP="00CE6449">
            <w:pPr>
              <w:rPr>
                <w:rFonts w:ascii="Arial" w:hAnsi="Arial" w:cs="Arial"/>
                <w:sz w:val="15"/>
                <w:szCs w:val="16"/>
              </w:rPr>
            </w:pPr>
            <w:r w:rsidRPr="006826D2">
              <w:rPr>
                <w:rFonts w:ascii="Calibri" w:hAnsi="Calibri" w:cs="Arial"/>
                <w:color w:val="000000" w:themeColor="text1"/>
                <w:kern w:val="24"/>
                <w:sz w:val="15"/>
                <w:szCs w:val="16"/>
              </w:rPr>
              <w:t>1. Convert from PERCENT to MASS</w:t>
            </w:r>
          </w:p>
        </w:tc>
        <w:tc>
          <w:tcPr>
            <w:tcW w:w="1490" w:type="pct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4E8227F6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90" w:type="pct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7243D4F1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89" w:type="pct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</w:tcPr>
          <w:p w14:paraId="6A4A0826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6C4B" w:rsidRPr="007C73A5" w14:paraId="29F159D6" w14:textId="352785B4" w:rsidTr="00AB6C4B">
        <w:trPr>
          <w:trHeight w:val="982"/>
        </w:trPr>
        <w:tc>
          <w:tcPr>
            <w:tcW w:w="53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AFE12EA" w14:textId="77777777" w:rsidR="00AB6C4B" w:rsidRPr="006826D2" w:rsidRDefault="00AB6C4B" w:rsidP="00CE6449">
            <w:pPr>
              <w:rPr>
                <w:rFonts w:ascii="Arial" w:hAnsi="Arial" w:cs="Arial"/>
                <w:sz w:val="15"/>
                <w:szCs w:val="16"/>
              </w:rPr>
            </w:pPr>
            <w:r w:rsidRPr="006826D2">
              <w:rPr>
                <w:rFonts w:ascii="Calibri" w:hAnsi="Calibri" w:cs="Arial"/>
                <w:color w:val="000000" w:themeColor="text1"/>
                <w:kern w:val="24"/>
                <w:sz w:val="15"/>
                <w:szCs w:val="16"/>
              </w:rPr>
              <w:t>2. Convert from MASS to MOLES</w:t>
            </w: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40287A9E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6BF4D08B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8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48411372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AB6C4B" w:rsidRPr="007C73A5" w14:paraId="7B4A2DBB" w14:textId="0393DA14" w:rsidTr="00AB6C4B">
        <w:trPr>
          <w:trHeight w:val="1135"/>
        </w:trPr>
        <w:tc>
          <w:tcPr>
            <w:tcW w:w="53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2B102B9A" w14:textId="77777777" w:rsidR="00AB6C4B" w:rsidRPr="006826D2" w:rsidRDefault="00AB6C4B" w:rsidP="00CE6449">
            <w:pPr>
              <w:rPr>
                <w:rFonts w:ascii="Arial" w:hAnsi="Arial" w:cs="Arial"/>
                <w:sz w:val="15"/>
                <w:szCs w:val="16"/>
              </w:rPr>
            </w:pPr>
            <w:r w:rsidRPr="006826D2">
              <w:rPr>
                <w:rFonts w:ascii="Calibri" w:hAnsi="Calibri" w:cs="Arial"/>
                <w:color w:val="000000" w:themeColor="text1"/>
                <w:kern w:val="24"/>
                <w:sz w:val="15"/>
                <w:szCs w:val="16"/>
              </w:rPr>
              <w:t>3. Divide both numbers by the smallest number of moles</w:t>
            </w: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26658A04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206C717B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8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</w:tcPr>
          <w:p w14:paraId="5A21E6B0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AB6C4B" w:rsidRPr="007C73A5" w14:paraId="62D4BC0C" w14:textId="619BDB55" w:rsidTr="00AB6C4B">
        <w:trPr>
          <w:trHeight w:val="1204"/>
        </w:trPr>
        <w:tc>
          <w:tcPr>
            <w:tcW w:w="53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7C96C05" w14:textId="77777777" w:rsidR="00AB6C4B" w:rsidRPr="006826D2" w:rsidRDefault="00AB6C4B" w:rsidP="00CE6449">
            <w:pPr>
              <w:rPr>
                <w:rFonts w:ascii="Arial" w:hAnsi="Arial" w:cs="Arial"/>
                <w:sz w:val="15"/>
                <w:szCs w:val="16"/>
              </w:rPr>
            </w:pPr>
            <w:r w:rsidRPr="006826D2">
              <w:rPr>
                <w:rFonts w:ascii="Calibri" w:hAnsi="Calibri" w:cs="Arial"/>
                <w:color w:val="000000" w:themeColor="text1"/>
                <w:kern w:val="24"/>
                <w:sz w:val="15"/>
                <w:szCs w:val="16"/>
              </w:rPr>
              <w:t>4. Multiply both numbers by the same number so that they’re whole</w:t>
            </w: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3541FD38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3F9C1B6B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8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333A2D36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6C4B" w:rsidRPr="007C73A5" w14:paraId="37502023" w14:textId="59E54895" w:rsidTr="00AB6C4B">
        <w:trPr>
          <w:trHeight w:val="713"/>
        </w:trPr>
        <w:tc>
          <w:tcPr>
            <w:tcW w:w="53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163F12F2" w14:textId="77777777" w:rsidR="00AB6C4B" w:rsidRPr="006826D2" w:rsidRDefault="00AB6C4B" w:rsidP="00CE6449">
            <w:pPr>
              <w:rPr>
                <w:rFonts w:ascii="Arial" w:hAnsi="Arial" w:cs="Arial"/>
                <w:sz w:val="15"/>
                <w:szCs w:val="16"/>
              </w:rPr>
            </w:pPr>
            <w:r w:rsidRPr="006826D2">
              <w:rPr>
                <w:rFonts w:ascii="Calibri" w:hAnsi="Calibri" w:cs="Arial"/>
                <w:color w:val="000000" w:themeColor="text1"/>
                <w:kern w:val="24"/>
                <w:sz w:val="15"/>
                <w:szCs w:val="16"/>
              </w:rPr>
              <w:t>5. Write the empirical formula</w:t>
            </w:r>
          </w:p>
        </w:tc>
        <w:tc>
          <w:tcPr>
            <w:tcW w:w="4469" w:type="pct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4C1E5F69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14:paraId="4DA29623" w14:textId="77777777" w:rsidR="00AB6C4B" w:rsidRDefault="00AB6C4B" w:rsidP="00AB6C4B">
      <w:pPr>
        <w:pStyle w:val="ListParagraph"/>
        <w:widowControl w:val="0"/>
        <w:autoSpaceDE w:val="0"/>
        <w:autoSpaceDN w:val="0"/>
        <w:adjustRightInd w:val="0"/>
        <w:spacing w:after="240"/>
        <w:rPr>
          <w:rFonts w:ascii="Calibri" w:hAnsi="Calibri" w:cs="Bookman Old Style"/>
        </w:rPr>
      </w:pPr>
    </w:p>
    <w:p w14:paraId="2D26521A" w14:textId="424D70E8" w:rsidR="004944C0" w:rsidRDefault="004944C0" w:rsidP="0085106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240"/>
        <w:rPr>
          <w:rFonts w:ascii="Calibri" w:hAnsi="Calibri" w:cs="Bookman Old Style"/>
        </w:rPr>
      </w:pPr>
      <w:r w:rsidRPr="00851068">
        <w:rPr>
          <w:rFonts w:ascii="Calibri" w:hAnsi="Calibri" w:cs="Bookman Old Style"/>
        </w:rPr>
        <w:t>A compound is 52.0% Zinc, 9.6% Carbon, and 38.4% Oxygen. Calculate the empirical formula of the compound.</w:t>
      </w:r>
    </w:p>
    <w:tbl>
      <w:tblPr>
        <w:tblW w:w="5037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10"/>
        <w:gridCol w:w="2836"/>
        <w:gridCol w:w="2836"/>
        <w:gridCol w:w="2834"/>
      </w:tblGrid>
      <w:tr w:rsidR="00AB6C4B" w:rsidRPr="007C73A5" w14:paraId="0C299ED5" w14:textId="77777777" w:rsidTr="00AB6C4B">
        <w:trPr>
          <w:trHeight w:val="542"/>
        </w:trPr>
        <w:tc>
          <w:tcPr>
            <w:tcW w:w="531" w:type="pct"/>
            <w:tcBorders>
              <w:top w:val="nil"/>
              <w:left w:val="single" w:sz="6" w:space="0" w:color="FFFFFF"/>
              <w:bottom w:val="single" w:sz="18" w:space="0" w:color="4BACC6"/>
              <w:right w:val="single" w:sz="6" w:space="0" w:color="FFFFFF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3FA6A0FA" w14:textId="77777777" w:rsidR="00AB6C4B" w:rsidRPr="00AB6C4B" w:rsidRDefault="00AB6C4B" w:rsidP="00AB6C4B">
            <w:pPr>
              <w:jc w:val="center"/>
              <w:rPr>
                <w:rFonts w:ascii="Arial" w:hAnsi="Arial" w:cs="Arial"/>
              </w:rPr>
            </w:pPr>
            <w:r w:rsidRPr="00AB6C4B">
              <w:rPr>
                <w:rFonts w:ascii="Calibri" w:hAnsi="Calibri" w:cs="Arial"/>
                <w:bCs/>
                <w:color w:val="000000" w:themeColor="text1"/>
                <w:kern w:val="24"/>
              </w:rPr>
              <w:t>STEPS:</w:t>
            </w:r>
          </w:p>
        </w:tc>
        <w:tc>
          <w:tcPr>
            <w:tcW w:w="1490" w:type="pct"/>
            <w:tcBorders>
              <w:top w:val="nil"/>
              <w:left w:val="single" w:sz="6" w:space="0" w:color="FFFFFF"/>
              <w:bottom w:val="single" w:sz="18" w:space="0" w:color="4BACC6"/>
              <w:right w:val="single" w:sz="6" w:space="0" w:color="FFFFFF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767A61E5" w14:textId="77777777" w:rsidR="00AB6C4B" w:rsidRPr="00AB6C4B" w:rsidRDefault="00AB6C4B" w:rsidP="00AB6C4B">
            <w:pPr>
              <w:jc w:val="center"/>
              <w:rPr>
                <w:rFonts w:ascii="Arial" w:hAnsi="Arial" w:cs="Arial"/>
              </w:rPr>
            </w:pPr>
            <w:r w:rsidRPr="00AB6C4B">
              <w:rPr>
                <w:rFonts w:ascii="Calibri" w:hAnsi="Calibri" w:cs="Arial"/>
                <w:bCs/>
                <w:color w:val="000000" w:themeColor="text1"/>
                <w:kern w:val="24"/>
              </w:rPr>
              <w:t>Element 1: _______</w:t>
            </w:r>
          </w:p>
        </w:tc>
        <w:tc>
          <w:tcPr>
            <w:tcW w:w="1490" w:type="pct"/>
            <w:tcBorders>
              <w:top w:val="nil"/>
              <w:left w:val="single" w:sz="6" w:space="0" w:color="FFFFFF"/>
              <w:bottom w:val="single" w:sz="18" w:space="0" w:color="4BACC6"/>
              <w:right w:val="single" w:sz="6" w:space="0" w:color="FFFFFF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500A8E8B" w14:textId="77777777" w:rsidR="00AB6C4B" w:rsidRPr="00AB6C4B" w:rsidRDefault="00AB6C4B" w:rsidP="00AB6C4B">
            <w:pPr>
              <w:jc w:val="center"/>
              <w:rPr>
                <w:rFonts w:ascii="Arial" w:hAnsi="Arial" w:cs="Arial"/>
              </w:rPr>
            </w:pPr>
            <w:r w:rsidRPr="00AB6C4B">
              <w:rPr>
                <w:rFonts w:ascii="Calibri" w:hAnsi="Calibri" w:cs="Arial"/>
                <w:bCs/>
                <w:color w:val="000000" w:themeColor="text1"/>
                <w:kern w:val="24"/>
              </w:rPr>
              <w:t>Element 2: _______</w:t>
            </w:r>
          </w:p>
        </w:tc>
        <w:tc>
          <w:tcPr>
            <w:tcW w:w="1489" w:type="pct"/>
            <w:tcBorders>
              <w:top w:val="nil"/>
              <w:left w:val="single" w:sz="6" w:space="0" w:color="FFFFFF"/>
              <w:bottom w:val="single" w:sz="18" w:space="0" w:color="4BACC6"/>
              <w:right w:val="single" w:sz="6" w:space="0" w:color="FFFFFF"/>
            </w:tcBorders>
          </w:tcPr>
          <w:p w14:paraId="400B4A2E" w14:textId="77777777" w:rsidR="00AB6C4B" w:rsidRPr="00AB6C4B" w:rsidRDefault="00AB6C4B" w:rsidP="00AB6C4B">
            <w:pPr>
              <w:jc w:val="center"/>
              <w:rPr>
                <w:rFonts w:ascii="Calibri" w:hAnsi="Calibri" w:cs="Arial"/>
                <w:bCs/>
                <w:color w:val="000000" w:themeColor="text1"/>
                <w:kern w:val="24"/>
              </w:rPr>
            </w:pPr>
            <w:r w:rsidRPr="00AB6C4B">
              <w:rPr>
                <w:rFonts w:ascii="Calibri" w:hAnsi="Calibri" w:cs="Arial"/>
                <w:bCs/>
                <w:color w:val="000000" w:themeColor="text1"/>
                <w:kern w:val="24"/>
              </w:rPr>
              <w:t>Element 3: _______</w:t>
            </w:r>
          </w:p>
        </w:tc>
      </w:tr>
      <w:tr w:rsidR="00AB6C4B" w:rsidRPr="007C73A5" w14:paraId="1D7320B2" w14:textId="77777777" w:rsidTr="00AB6C4B">
        <w:trPr>
          <w:trHeight w:val="759"/>
        </w:trPr>
        <w:tc>
          <w:tcPr>
            <w:tcW w:w="531" w:type="pct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3BEF5DF" w14:textId="77777777" w:rsidR="00AB6C4B" w:rsidRPr="007C73A5" w:rsidRDefault="00AB6C4B" w:rsidP="00CE6449">
            <w:pPr>
              <w:rPr>
                <w:rFonts w:ascii="Arial" w:hAnsi="Arial" w:cs="Arial"/>
                <w:sz w:val="16"/>
                <w:szCs w:val="16"/>
              </w:rPr>
            </w:pPr>
            <w:r w:rsidRPr="007C73A5">
              <w:rPr>
                <w:rFonts w:ascii="Calibri" w:hAnsi="Calibri" w:cs="Arial"/>
                <w:color w:val="000000" w:themeColor="text1"/>
                <w:kern w:val="24"/>
                <w:sz w:val="16"/>
                <w:szCs w:val="16"/>
              </w:rPr>
              <w:t>1. Convert from PERCENT to MASS</w:t>
            </w:r>
          </w:p>
        </w:tc>
        <w:tc>
          <w:tcPr>
            <w:tcW w:w="1490" w:type="pct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3FEB3119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90" w:type="pct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3CC751B1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89" w:type="pct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</w:tcPr>
          <w:p w14:paraId="4595C353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6C4B" w:rsidRPr="007C73A5" w14:paraId="7636FC86" w14:textId="77777777" w:rsidTr="00AB6C4B">
        <w:trPr>
          <w:trHeight w:val="667"/>
        </w:trPr>
        <w:tc>
          <w:tcPr>
            <w:tcW w:w="53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4BA0276" w14:textId="77777777" w:rsidR="00AB6C4B" w:rsidRPr="007C73A5" w:rsidRDefault="00AB6C4B" w:rsidP="00CE6449">
            <w:pPr>
              <w:rPr>
                <w:rFonts w:ascii="Arial" w:hAnsi="Arial" w:cs="Arial"/>
                <w:sz w:val="16"/>
                <w:szCs w:val="16"/>
              </w:rPr>
            </w:pPr>
            <w:r w:rsidRPr="007C73A5">
              <w:rPr>
                <w:rFonts w:ascii="Calibri" w:hAnsi="Calibri" w:cs="Arial"/>
                <w:color w:val="000000" w:themeColor="text1"/>
                <w:kern w:val="24"/>
                <w:sz w:val="16"/>
                <w:szCs w:val="16"/>
              </w:rPr>
              <w:t>2. Convert from MASS to MOLES</w:t>
            </w: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4EFD52BE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675C0FBF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8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51D51297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AB6C4B" w:rsidRPr="007C73A5" w14:paraId="487BD945" w14:textId="77777777" w:rsidTr="00AB6C4B">
        <w:trPr>
          <w:trHeight w:val="1081"/>
        </w:trPr>
        <w:tc>
          <w:tcPr>
            <w:tcW w:w="53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682A06F" w14:textId="77777777" w:rsidR="00AB6C4B" w:rsidRPr="007C73A5" w:rsidRDefault="00AB6C4B" w:rsidP="00CE6449">
            <w:pPr>
              <w:rPr>
                <w:rFonts w:ascii="Arial" w:hAnsi="Arial" w:cs="Arial"/>
                <w:sz w:val="16"/>
                <w:szCs w:val="16"/>
              </w:rPr>
            </w:pPr>
            <w:r w:rsidRPr="007C73A5">
              <w:rPr>
                <w:rFonts w:ascii="Calibri" w:hAnsi="Calibri" w:cs="Arial"/>
                <w:color w:val="000000" w:themeColor="text1"/>
                <w:kern w:val="24"/>
                <w:sz w:val="16"/>
                <w:szCs w:val="16"/>
              </w:rPr>
              <w:t>3. Divide both numbers by the smallest number of moles</w:t>
            </w: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4C5190A0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70261CD8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8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</w:tcPr>
          <w:p w14:paraId="012D78B1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AB6C4B" w:rsidRPr="007C73A5" w14:paraId="42DB5FE8" w14:textId="77777777" w:rsidTr="00AB6C4B">
        <w:trPr>
          <w:trHeight w:val="1204"/>
        </w:trPr>
        <w:tc>
          <w:tcPr>
            <w:tcW w:w="53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24B0408" w14:textId="77777777" w:rsidR="00AB6C4B" w:rsidRPr="007C73A5" w:rsidRDefault="00AB6C4B" w:rsidP="00CE6449">
            <w:pPr>
              <w:rPr>
                <w:rFonts w:ascii="Arial" w:hAnsi="Arial" w:cs="Arial"/>
                <w:sz w:val="16"/>
                <w:szCs w:val="16"/>
              </w:rPr>
            </w:pPr>
            <w:r w:rsidRPr="007C73A5">
              <w:rPr>
                <w:rFonts w:ascii="Calibri" w:hAnsi="Calibri" w:cs="Arial"/>
                <w:color w:val="000000" w:themeColor="text1"/>
                <w:kern w:val="24"/>
                <w:sz w:val="16"/>
                <w:szCs w:val="16"/>
              </w:rPr>
              <w:t>4. Multiply both numbers by the same number so that they’re whole</w:t>
            </w: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22E695A7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90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0307ECFB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48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621B0D55" w14:textId="77777777" w:rsidR="00AB6C4B" w:rsidRPr="007C73A5" w:rsidRDefault="00AB6C4B" w:rsidP="00CE64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6C4B" w:rsidRPr="007C73A5" w14:paraId="11AD51DF" w14:textId="77777777" w:rsidTr="00AB6C4B">
        <w:trPr>
          <w:trHeight w:val="713"/>
        </w:trPr>
        <w:tc>
          <w:tcPr>
            <w:tcW w:w="53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4FB1295" w14:textId="77777777" w:rsidR="00AB6C4B" w:rsidRPr="007C73A5" w:rsidRDefault="00AB6C4B" w:rsidP="00CE6449">
            <w:pPr>
              <w:rPr>
                <w:rFonts w:ascii="Arial" w:hAnsi="Arial" w:cs="Arial"/>
                <w:sz w:val="16"/>
                <w:szCs w:val="16"/>
              </w:rPr>
            </w:pPr>
            <w:r w:rsidRPr="007C73A5">
              <w:rPr>
                <w:rFonts w:ascii="Calibri" w:hAnsi="Calibri" w:cs="Arial"/>
                <w:color w:val="000000" w:themeColor="text1"/>
                <w:kern w:val="24"/>
                <w:sz w:val="16"/>
                <w:szCs w:val="16"/>
              </w:rPr>
              <w:t>5. Write the empirical formula</w:t>
            </w:r>
          </w:p>
        </w:tc>
        <w:tc>
          <w:tcPr>
            <w:tcW w:w="4469" w:type="pct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E9F1F5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563A326D" w14:textId="77777777" w:rsidR="00AB6C4B" w:rsidRPr="007C73A5" w:rsidRDefault="00AB6C4B" w:rsidP="00CE6449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14:paraId="3EF6B481" w14:textId="77777777" w:rsidR="006826D2" w:rsidRDefault="006826D2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  <w:b/>
          <w:sz w:val="36"/>
          <w:szCs w:val="30"/>
        </w:rPr>
      </w:pPr>
    </w:p>
    <w:p w14:paraId="08F68A4A" w14:textId="188C345D" w:rsidR="004944C0" w:rsidRPr="006826D2" w:rsidRDefault="006826D2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  <w:b/>
          <w:sz w:val="36"/>
          <w:szCs w:val="30"/>
        </w:rPr>
      </w:pPr>
      <w:r>
        <w:rPr>
          <w:rFonts w:ascii="Calibri" w:hAnsi="Calibri" w:cs="Helvetica"/>
          <w:b/>
          <w:sz w:val="36"/>
          <w:szCs w:val="30"/>
        </w:rPr>
        <w:t>Part 5</w:t>
      </w:r>
      <w:r w:rsidRPr="006826D2">
        <w:rPr>
          <w:rFonts w:ascii="Calibri" w:hAnsi="Calibri" w:cs="Helvetica"/>
          <w:b/>
          <w:sz w:val="36"/>
          <w:szCs w:val="30"/>
        </w:rPr>
        <w:t xml:space="preserve">. </w:t>
      </w:r>
      <w:r w:rsidR="004944C0" w:rsidRPr="006826D2">
        <w:rPr>
          <w:rFonts w:ascii="Calibri" w:hAnsi="Calibri" w:cs="Helvetica"/>
          <w:b/>
          <w:sz w:val="36"/>
          <w:szCs w:val="30"/>
        </w:rPr>
        <w:t>Molecular Formulas</w:t>
      </w:r>
    </w:p>
    <w:p w14:paraId="445DA240" w14:textId="77777777" w:rsidR="004944C0" w:rsidRPr="001E3847" w:rsidRDefault="004944C0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604BDBA2" w14:textId="77777777" w:rsidR="004944C0" w:rsidRPr="00851068" w:rsidRDefault="004944C0" w:rsidP="00851068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00851068">
        <w:rPr>
          <w:rFonts w:ascii="Calibri" w:hAnsi="Calibri"/>
        </w:rPr>
        <w:t>What is the molecular formula of a compound with a formula mass of 32.06 g/mol and the empirical formula NH</w:t>
      </w:r>
      <w:r w:rsidRPr="00851068">
        <w:rPr>
          <w:rFonts w:ascii="Calibri" w:hAnsi="Calibri"/>
          <w:vertAlign w:val="subscript"/>
        </w:rPr>
        <w:t>2</w:t>
      </w:r>
      <w:r w:rsidRPr="00851068">
        <w:rPr>
          <w:rFonts w:ascii="Calibri" w:hAnsi="Calibri"/>
        </w:rPr>
        <w:t>?</w:t>
      </w:r>
    </w:p>
    <w:p w14:paraId="742F769C" w14:textId="77777777" w:rsidR="004944C0" w:rsidRDefault="004944C0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034D40F5" w14:textId="77777777" w:rsidR="00851068" w:rsidRDefault="00851068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45C1A768" w14:textId="77777777" w:rsidR="00851068" w:rsidRDefault="00851068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314027A9" w14:textId="77777777" w:rsidR="00851068" w:rsidRPr="001E3847" w:rsidRDefault="00851068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006A73E2" w14:textId="77777777" w:rsidR="004944C0" w:rsidRPr="00851068" w:rsidRDefault="004944C0" w:rsidP="00851068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00851068">
        <w:rPr>
          <w:rFonts w:ascii="Calibri" w:hAnsi="Calibri"/>
        </w:rPr>
        <w:t>What is the molecular formula of a compound with a formula mass of 92.0 g/mol and the empirical formula NO</w:t>
      </w:r>
      <w:r w:rsidRPr="00851068">
        <w:rPr>
          <w:rFonts w:ascii="Calibri" w:hAnsi="Calibri"/>
          <w:vertAlign w:val="subscript"/>
        </w:rPr>
        <w:t>2</w:t>
      </w:r>
      <w:r w:rsidRPr="00851068">
        <w:rPr>
          <w:rFonts w:ascii="Calibri" w:hAnsi="Calibri"/>
        </w:rPr>
        <w:t>?</w:t>
      </w:r>
    </w:p>
    <w:p w14:paraId="7C076FEC" w14:textId="77777777" w:rsidR="004944C0" w:rsidRDefault="004944C0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053E57F0" w14:textId="77777777" w:rsidR="00851068" w:rsidRDefault="00851068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43C047FC" w14:textId="77777777" w:rsidR="00851068" w:rsidRDefault="00851068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4296786C" w14:textId="77777777" w:rsidR="00851068" w:rsidRPr="001E3847" w:rsidRDefault="00851068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29A2BA60" w14:textId="2C3A9D74" w:rsidR="00851068" w:rsidRPr="00851068" w:rsidRDefault="00851068" w:rsidP="00851068">
      <w:pPr>
        <w:pStyle w:val="ListParagraph"/>
        <w:numPr>
          <w:ilvl w:val="0"/>
          <w:numId w:val="10"/>
        </w:numPr>
        <w:rPr>
          <w:rFonts w:ascii="Calibri" w:hAnsi="Calibri" w:cs="Times"/>
        </w:rPr>
      </w:pPr>
      <w:r w:rsidRPr="00851068">
        <w:rPr>
          <w:rFonts w:ascii="Calibri" w:hAnsi="Calibri" w:cs="Times New Roman"/>
        </w:rPr>
        <w:t>Determine the molecular formula of the compound with an empirical formula of CH and a formula mass of 78.110 g/mol.</w:t>
      </w:r>
    </w:p>
    <w:p w14:paraId="7523DDF8" w14:textId="77777777" w:rsidR="004944C0" w:rsidRDefault="004944C0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219693F7" w14:textId="77777777" w:rsidR="00851068" w:rsidRDefault="00851068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28B71E35" w14:textId="77777777" w:rsidR="00851068" w:rsidRDefault="00851068" w:rsidP="00E4744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alibri" w:hAnsi="Calibri" w:cs="Helvetica"/>
        </w:rPr>
      </w:pPr>
    </w:p>
    <w:p w14:paraId="173CE5A3" w14:textId="77777777" w:rsidR="009D04C4" w:rsidRDefault="009D04C4" w:rsidP="009D04C4">
      <w:pPr>
        <w:spacing w:line="432" w:lineRule="auto"/>
        <w:rPr>
          <w:rFonts w:ascii="Calibri" w:hAnsi="Calibri"/>
        </w:rPr>
      </w:pPr>
    </w:p>
    <w:p w14:paraId="5D70CAB5" w14:textId="77777777" w:rsidR="006826D2" w:rsidRDefault="006826D2" w:rsidP="009D04C4">
      <w:pPr>
        <w:spacing w:line="432" w:lineRule="auto"/>
        <w:rPr>
          <w:rFonts w:ascii="Calibri" w:hAnsi="Calibri"/>
        </w:rPr>
      </w:pPr>
    </w:p>
    <w:p w14:paraId="4B1D5A65" w14:textId="77777777" w:rsidR="006826D2" w:rsidRPr="001E3847" w:rsidRDefault="006826D2" w:rsidP="009D04C4">
      <w:pPr>
        <w:spacing w:line="432" w:lineRule="auto"/>
        <w:rPr>
          <w:rFonts w:ascii="Calibri" w:hAnsi="Calibri"/>
        </w:rPr>
      </w:pPr>
    </w:p>
    <w:sectPr w:rsidR="006826D2" w:rsidRPr="001E3847" w:rsidSect="006826D2">
      <w:footerReference w:type="even" r:id="rId7"/>
      <w:footerReference w:type="default" r:id="rId8"/>
      <w:type w:val="continuous"/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0D195" w14:textId="77777777" w:rsidR="00E84393" w:rsidRDefault="00E84393" w:rsidP="007A1FED">
      <w:r>
        <w:separator/>
      </w:r>
    </w:p>
  </w:endnote>
  <w:endnote w:type="continuationSeparator" w:id="0">
    <w:p w14:paraId="1DDF45A0" w14:textId="77777777" w:rsidR="00E84393" w:rsidRDefault="00E84393" w:rsidP="007A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CE370" w14:textId="77777777" w:rsidR="00CE6449" w:rsidRDefault="00CE6449" w:rsidP="00CE64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67B950" w14:textId="77777777" w:rsidR="00CE6449" w:rsidRDefault="00CE6449" w:rsidP="007A1FE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C815D" w14:textId="77777777" w:rsidR="00CE6449" w:rsidRPr="007A1FED" w:rsidRDefault="00CE6449" w:rsidP="007A1FED">
    <w:pPr>
      <w:pStyle w:val="Footer"/>
      <w:framePr w:wrap="around" w:vAnchor="text" w:hAnchor="margin" w:xAlign="right" w:y="1"/>
      <w:ind w:firstLine="720"/>
      <w:rPr>
        <w:rStyle w:val="PageNumber"/>
        <w:rFonts w:ascii="Calibri" w:hAnsi="Calibri"/>
        <w:sz w:val="22"/>
        <w:szCs w:val="22"/>
      </w:rPr>
    </w:pPr>
    <w:r w:rsidRPr="007A1FED">
      <w:rPr>
        <w:rStyle w:val="PageNumber"/>
        <w:rFonts w:ascii="Calibri" w:hAnsi="Calibri"/>
        <w:sz w:val="22"/>
        <w:szCs w:val="22"/>
      </w:rPr>
      <w:fldChar w:fldCharType="begin"/>
    </w:r>
    <w:r w:rsidRPr="007A1FED">
      <w:rPr>
        <w:rStyle w:val="PageNumber"/>
        <w:rFonts w:ascii="Calibri" w:hAnsi="Calibri"/>
        <w:sz w:val="22"/>
        <w:szCs w:val="22"/>
      </w:rPr>
      <w:instrText xml:space="preserve">PAGE  </w:instrText>
    </w:r>
    <w:r w:rsidRPr="007A1FED">
      <w:rPr>
        <w:rStyle w:val="PageNumber"/>
        <w:rFonts w:ascii="Calibri" w:hAnsi="Calibri"/>
        <w:sz w:val="22"/>
        <w:szCs w:val="22"/>
      </w:rPr>
      <w:fldChar w:fldCharType="separate"/>
    </w:r>
    <w:r w:rsidR="00C31BC8">
      <w:rPr>
        <w:rStyle w:val="PageNumber"/>
        <w:rFonts w:ascii="Calibri" w:hAnsi="Calibri"/>
        <w:noProof/>
        <w:sz w:val="22"/>
        <w:szCs w:val="22"/>
      </w:rPr>
      <w:t>1</w:t>
    </w:r>
    <w:r w:rsidRPr="007A1FED">
      <w:rPr>
        <w:rStyle w:val="PageNumber"/>
        <w:rFonts w:ascii="Calibri" w:hAnsi="Calibri"/>
        <w:sz w:val="22"/>
        <w:szCs w:val="22"/>
      </w:rPr>
      <w:fldChar w:fldCharType="end"/>
    </w:r>
  </w:p>
  <w:p w14:paraId="3C5E1370" w14:textId="77777777" w:rsidR="00CE6449" w:rsidRPr="007A1FED" w:rsidRDefault="00CE6449" w:rsidP="007A1FED">
    <w:pPr>
      <w:pStyle w:val="Footer"/>
      <w:ind w:right="360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D613D" w14:textId="77777777" w:rsidR="00E84393" w:rsidRDefault="00E84393" w:rsidP="007A1FED">
      <w:r>
        <w:separator/>
      </w:r>
    </w:p>
  </w:footnote>
  <w:footnote w:type="continuationSeparator" w:id="0">
    <w:p w14:paraId="6F4DE151" w14:textId="77777777" w:rsidR="00E84393" w:rsidRDefault="00E84393" w:rsidP="007A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0201"/>
    <w:multiLevelType w:val="hybridMultilevel"/>
    <w:tmpl w:val="38769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3CEA406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5295"/>
    <w:multiLevelType w:val="multilevel"/>
    <w:tmpl w:val="A33E13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9301A"/>
    <w:multiLevelType w:val="hybridMultilevel"/>
    <w:tmpl w:val="2CC855BA"/>
    <w:lvl w:ilvl="0" w:tplc="DB303C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45E5B"/>
    <w:multiLevelType w:val="hybridMultilevel"/>
    <w:tmpl w:val="720E13A6"/>
    <w:lvl w:ilvl="0" w:tplc="C0F4E26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27D3"/>
    <w:multiLevelType w:val="multilevel"/>
    <w:tmpl w:val="C6901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B6AEF"/>
    <w:multiLevelType w:val="multilevel"/>
    <w:tmpl w:val="1FEC1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1198E"/>
    <w:multiLevelType w:val="hybridMultilevel"/>
    <w:tmpl w:val="148C8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C3B68"/>
    <w:multiLevelType w:val="hybridMultilevel"/>
    <w:tmpl w:val="1FEC1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B4023"/>
    <w:multiLevelType w:val="hybridMultilevel"/>
    <w:tmpl w:val="CF6AA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6110C"/>
    <w:multiLevelType w:val="hybridMultilevel"/>
    <w:tmpl w:val="6E58B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B1714"/>
    <w:multiLevelType w:val="hybridMultilevel"/>
    <w:tmpl w:val="385A3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3F065E"/>
    <w:multiLevelType w:val="hybridMultilevel"/>
    <w:tmpl w:val="ECA4F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93F02"/>
    <w:multiLevelType w:val="hybridMultilevel"/>
    <w:tmpl w:val="C6901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706F5"/>
    <w:multiLevelType w:val="hybridMultilevel"/>
    <w:tmpl w:val="09C4F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B4DA5"/>
    <w:multiLevelType w:val="hybridMultilevel"/>
    <w:tmpl w:val="EA1A7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7218E"/>
    <w:multiLevelType w:val="hybridMultilevel"/>
    <w:tmpl w:val="F8DCD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C92395"/>
    <w:multiLevelType w:val="multilevel"/>
    <w:tmpl w:val="2CC855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Arial Unicode M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8E3423"/>
    <w:multiLevelType w:val="multilevel"/>
    <w:tmpl w:val="720E13A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25C77"/>
    <w:multiLevelType w:val="multilevel"/>
    <w:tmpl w:val="EA1A7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216DB"/>
    <w:multiLevelType w:val="hybridMultilevel"/>
    <w:tmpl w:val="08BA21EA"/>
    <w:lvl w:ilvl="0" w:tplc="6F8CD3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D4FC8"/>
    <w:multiLevelType w:val="hybridMultilevel"/>
    <w:tmpl w:val="EDD47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B0077"/>
    <w:multiLevelType w:val="multilevel"/>
    <w:tmpl w:val="CFACA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71D9B"/>
    <w:multiLevelType w:val="hybridMultilevel"/>
    <w:tmpl w:val="FCF03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F454D"/>
    <w:multiLevelType w:val="hybridMultilevel"/>
    <w:tmpl w:val="DC9C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AA2B1E"/>
    <w:multiLevelType w:val="hybridMultilevel"/>
    <w:tmpl w:val="9C5E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44730"/>
    <w:multiLevelType w:val="multilevel"/>
    <w:tmpl w:val="148C8B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93764"/>
    <w:multiLevelType w:val="hybridMultilevel"/>
    <w:tmpl w:val="CFACA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D3332E"/>
    <w:multiLevelType w:val="multilevel"/>
    <w:tmpl w:val="EDD47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05C77"/>
    <w:multiLevelType w:val="multilevel"/>
    <w:tmpl w:val="08BA21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FB31B7"/>
    <w:multiLevelType w:val="hybridMultilevel"/>
    <w:tmpl w:val="09C4F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614F4"/>
    <w:multiLevelType w:val="hybridMultilevel"/>
    <w:tmpl w:val="363E3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01476"/>
    <w:multiLevelType w:val="hybridMultilevel"/>
    <w:tmpl w:val="BE9E4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31400"/>
    <w:multiLevelType w:val="hybridMultilevel"/>
    <w:tmpl w:val="DF206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267B8"/>
    <w:multiLevelType w:val="multilevel"/>
    <w:tmpl w:val="2324A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703BE"/>
    <w:multiLevelType w:val="multilevel"/>
    <w:tmpl w:val="ECA4FD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319A5"/>
    <w:multiLevelType w:val="hybridMultilevel"/>
    <w:tmpl w:val="2324A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56FE2"/>
    <w:multiLevelType w:val="hybridMultilevel"/>
    <w:tmpl w:val="A33E1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CD4ED5"/>
    <w:multiLevelType w:val="hybridMultilevel"/>
    <w:tmpl w:val="2F3A1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22001"/>
    <w:multiLevelType w:val="hybridMultilevel"/>
    <w:tmpl w:val="15746770"/>
    <w:lvl w:ilvl="0" w:tplc="A874DA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39"/>
  </w:num>
  <w:num w:numId="4">
    <w:abstractNumId w:val="32"/>
  </w:num>
  <w:num w:numId="5">
    <w:abstractNumId w:val="24"/>
  </w:num>
  <w:num w:numId="6">
    <w:abstractNumId w:val="13"/>
  </w:num>
  <w:num w:numId="7">
    <w:abstractNumId w:val="30"/>
  </w:num>
  <w:num w:numId="8">
    <w:abstractNumId w:val="3"/>
  </w:num>
  <w:num w:numId="9">
    <w:abstractNumId w:val="19"/>
  </w:num>
  <w:num w:numId="10">
    <w:abstractNumId w:val="0"/>
  </w:num>
  <w:num w:numId="11">
    <w:abstractNumId w:val="27"/>
  </w:num>
  <w:num w:numId="12">
    <w:abstractNumId w:val="36"/>
  </w:num>
  <w:num w:numId="13">
    <w:abstractNumId w:val="11"/>
  </w:num>
  <w:num w:numId="14">
    <w:abstractNumId w:val="14"/>
  </w:num>
  <w:num w:numId="15">
    <w:abstractNumId w:val="12"/>
  </w:num>
  <w:num w:numId="16">
    <w:abstractNumId w:val="7"/>
  </w:num>
  <w:num w:numId="17">
    <w:abstractNumId w:val="2"/>
  </w:num>
  <w:num w:numId="18">
    <w:abstractNumId w:val="34"/>
  </w:num>
  <w:num w:numId="19">
    <w:abstractNumId w:val="35"/>
  </w:num>
  <w:num w:numId="20">
    <w:abstractNumId w:val="18"/>
  </w:num>
  <w:num w:numId="21">
    <w:abstractNumId w:val="22"/>
  </w:num>
  <w:num w:numId="22">
    <w:abstractNumId w:val="15"/>
  </w:num>
  <w:num w:numId="23">
    <w:abstractNumId w:val="9"/>
  </w:num>
  <w:num w:numId="24">
    <w:abstractNumId w:val="6"/>
  </w:num>
  <w:num w:numId="25">
    <w:abstractNumId w:val="26"/>
  </w:num>
  <w:num w:numId="26">
    <w:abstractNumId w:val="21"/>
  </w:num>
  <w:num w:numId="27">
    <w:abstractNumId w:val="28"/>
  </w:num>
  <w:num w:numId="28">
    <w:abstractNumId w:val="38"/>
  </w:num>
  <w:num w:numId="29">
    <w:abstractNumId w:val="10"/>
  </w:num>
  <w:num w:numId="30">
    <w:abstractNumId w:val="4"/>
  </w:num>
  <w:num w:numId="31">
    <w:abstractNumId w:val="5"/>
  </w:num>
  <w:num w:numId="32">
    <w:abstractNumId w:val="16"/>
  </w:num>
  <w:num w:numId="33">
    <w:abstractNumId w:val="33"/>
  </w:num>
  <w:num w:numId="34">
    <w:abstractNumId w:val="31"/>
  </w:num>
  <w:num w:numId="35">
    <w:abstractNumId w:val="17"/>
  </w:num>
  <w:num w:numId="36">
    <w:abstractNumId w:val="29"/>
  </w:num>
  <w:num w:numId="37">
    <w:abstractNumId w:val="8"/>
  </w:num>
  <w:num w:numId="38">
    <w:abstractNumId w:val="37"/>
  </w:num>
  <w:num w:numId="39">
    <w:abstractNumId w:val="1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447"/>
    <w:rsid w:val="000B489C"/>
    <w:rsid w:val="00134EDA"/>
    <w:rsid w:val="00135CF7"/>
    <w:rsid w:val="001E3847"/>
    <w:rsid w:val="00305352"/>
    <w:rsid w:val="0036240F"/>
    <w:rsid w:val="003862F0"/>
    <w:rsid w:val="003E0BEB"/>
    <w:rsid w:val="004004AA"/>
    <w:rsid w:val="0041613E"/>
    <w:rsid w:val="004944C0"/>
    <w:rsid w:val="004B4E83"/>
    <w:rsid w:val="006826D2"/>
    <w:rsid w:val="006C31C5"/>
    <w:rsid w:val="00722AD1"/>
    <w:rsid w:val="00783DFB"/>
    <w:rsid w:val="007A1FED"/>
    <w:rsid w:val="00851068"/>
    <w:rsid w:val="00905D96"/>
    <w:rsid w:val="009B4159"/>
    <w:rsid w:val="009D04C4"/>
    <w:rsid w:val="00AB6C4B"/>
    <w:rsid w:val="00BA48D2"/>
    <w:rsid w:val="00C31BC8"/>
    <w:rsid w:val="00C918AE"/>
    <w:rsid w:val="00CE6449"/>
    <w:rsid w:val="00D90ED6"/>
    <w:rsid w:val="00E47447"/>
    <w:rsid w:val="00E53046"/>
    <w:rsid w:val="00E63749"/>
    <w:rsid w:val="00E84393"/>
    <w:rsid w:val="00F34D6F"/>
    <w:rsid w:val="00F7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6413D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character" w:styleId="Strong">
    <w:name w:val="Strong"/>
    <w:uiPriority w:val="22"/>
    <w:qFormat/>
    <w:rsid w:val="00F34D6F"/>
    <w:rPr>
      <w:b/>
      <w:bCs/>
    </w:rPr>
  </w:style>
  <w:style w:type="table" w:styleId="LightGrid-Accent5">
    <w:name w:val="Light Grid Accent 5"/>
    <w:basedOn w:val="TableNormal"/>
    <w:uiPriority w:val="62"/>
    <w:rsid w:val="00783DFB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Grid">
    <w:name w:val="Table Grid"/>
    <w:basedOn w:val="TableNormal"/>
    <w:uiPriority w:val="59"/>
    <w:rsid w:val="00783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A1F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FED"/>
  </w:style>
  <w:style w:type="character" w:styleId="PageNumber">
    <w:name w:val="page number"/>
    <w:basedOn w:val="DefaultParagraphFont"/>
    <w:uiPriority w:val="99"/>
    <w:semiHidden/>
    <w:unhideWhenUsed/>
    <w:rsid w:val="007A1FED"/>
  </w:style>
  <w:style w:type="paragraph" w:styleId="Header">
    <w:name w:val="header"/>
    <w:basedOn w:val="Normal"/>
    <w:link w:val="HeaderChar"/>
    <w:uiPriority w:val="99"/>
    <w:unhideWhenUsed/>
    <w:rsid w:val="007A1F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Macintosh%20HD:Users:racheleggleston:Library:Application%20Support:Microsoft:Office:User%20Templates:My%20Templates:Teacher%20Doc.dotx</Template>
  <TotalTime>0</TotalTime>
  <Pages>5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2014-06-03T01:35:00Z</cp:lastPrinted>
  <dcterms:created xsi:type="dcterms:W3CDTF">2018-05-07T21:15:00Z</dcterms:created>
  <dcterms:modified xsi:type="dcterms:W3CDTF">2018-05-07T21:15:00Z</dcterms:modified>
</cp:coreProperties>
</file>